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7C" w:rsidRPr="00CA3283" w:rsidRDefault="009B187C" w:rsidP="009B187C">
      <w:pPr>
        <w:spacing w:after="20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495A9E">
        <w:rPr>
          <w:rFonts w:ascii="Times New Roman" w:hAnsi="Times New Roman" w:cs="Times New Roman"/>
          <w:b/>
          <w:sz w:val="24"/>
          <w:szCs w:val="24"/>
        </w:rPr>
        <w:t>4.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2: </w:t>
      </w:r>
      <w:r w:rsidRPr="00CA3283">
        <w:rPr>
          <w:rFonts w:ascii="Times New Roman" w:hAnsi="Times New Roman" w:cs="Times New Roman"/>
          <w:b/>
          <w:sz w:val="24"/>
          <w:szCs w:val="24"/>
        </w:rPr>
        <w:t>Soluzioni</w:t>
      </w:r>
    </w:p>
    <w:p w:rsidR="009B187C" w:rsidRPr="0062573B" w:rsidRDefault="009B187C" w:rsidP="009B187C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0"/>
        <w:gridCol w:w="2151"/>
        <w:gridCol w:w="1880"/>
        <w:gridCol w:w="2023"/>
      </w:tblGrid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Nome del solido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 xml:space="preserve">Numero vertici 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spigoli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facce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cubo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triangolare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pentagonale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esagonale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tetraedro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quadrangolare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pentagonale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4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esagonale</w:t>
            </w:r>
          </w:p>
        </w:tc>
        <w:tc>
          <w:tcPr>
            <w:tcW w:w="215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>
              <w:rPr>
                <w:rFonts w:ascii="Times New Roman" w:hAnsi="Times New Roman" w:cs="Times New Roman"/>
                <w:lang w:bidi="x-none"/>
              </w:rPr>
              <w:t>7</w:t>
            </w:r>
          </w:p>
        </w:tc>
        <w:tc>
          <w:tcPr>
            <w:tcW w:w="1880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>
              <w:rPr>
                <w:rFonts w:ascii="Times New Roman" w:hAnsi="Times New Roman" w:cs="Times New Roman"/>
                <w:lang w:bidi="x-none"/>
              </w:rPr>
              <w:t>11</w:t>
            </w:r>
          </w:p>
        </w:tc>
        <w:tc>
          <w:tcPr>
            <w:tcW w:w="2023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>
              <w:rPr>
                <w:rFonts w:ascii="Times New Roman" w:hAnsi="Times New Roman" w:cs="Times New Roman"/>
                <w:lang w:bidi="x-none"/>
              </w:rPr>
              <w:t>7</w:t>
            </w:r>
          </w:p>
        </w:tc>
      </w:tr>
    </w:tbl>
    <w:p w:rsidR="009B187C" w:rsidRPr="0062573B" w:rsidRDefault="009B187C" w:rsidP="009B187C">
      <w:pPr>
        <w:rPr>
          <w:rFonts w:ascii="Times New Roman" w:hAnsi="Times New Roman" w:cs="Times New Roman"/>
        </w:rPr>
      </w:pPr>
    </w:p>
    <w:p w:rsidR="009B187C" w:rsidRPr="0062573B" w:rsidRDefault="009B187C" w:rsidP="009B187C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6"/>
        <w:gridCol w:w="2139"/>
        <w:gridCol w:w="1882"/>
        <w:gridCol w:w="2031"/>
      </w:tblGrid>
      <w:tr w:rsidR="009B187C" w:rsidRPr="0062573B" w:rsidTr="00EB3A0A">
        <w:trPr>
          <w:trHeight w:val="567"/>
          <w:jc w:val="center"/>
        </w:trPr>
        <w:tc>
          <w:tcPr>
            <w:tcW w:w="2456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Nome del solido</w:t>
            </w:r>
          </w:p>
        </w:tc>
        <w:tc>
          <w:tcPr>
            <w:tcW w:w="2139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 xml:space="preserve">Numero vertici </w:t>
            </w:r>
          </w:p>
        </w:tc>
        <w:tc>
          <w:tcPr>
            <w:tcW w:w="1882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spigoli</w:t>
            </w:r>
          </w:p>
        </w:tc>
        <w:tc>
          <w:tcPr>
            <w:tcW w:w="203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facce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56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ottagonale</w:t>
            </w:r>
          </w:p>
        </w:tc>
        <w:tc>
          <w:tcPr>
            <w:tcW w:w="2139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82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3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56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ottagonale</w:t>
            </w:r>
          </w:p>
        </w:tc>
        <w:tc>
          <w:tcPr>
            <w:tcW w:w="2139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82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3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56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endecagonale</w:t>
            </w:r>
          </w:p>
        </w:tc>
        <w:tc>
          <w:tcPr>
            <w:tcW w:w="2139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82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3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9B187C" w:rsidRPr="0062573B" w:rsidTr="00EB3A0A">
        <w:trPr>
          <w:trHeight w:val="567"/>
          <w:jc w:val="center"/>
        </w:trPr>
        <w:tc>
          <w:tcPr>
            <w:tcW w:w="2456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endecagonale</w:t>
            </w:r>
          </w:p>
        </w:tc>
        <w:tc>
          <w:tcPr>
            <w:tcW w:w="2139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82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31" w:type="dxa"/>
            <w:vAlign w:val="center"/>
          </w:tcPr>
          <w:p w:rsidR="009B187C" w:rsidRPr="0062573B" w:rsidRDefault="009B187C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</w:tbl>
    <w:p w:rsidR="009B187C" w:rsidRPr="0062573B" w:rsidRDefault="009B187C" w:rsidP="009B187C">
      <w:pPr>
        <w:spacing w:line="480" w:lineRule="auto"/>
        <w:rPr>
          <w:rFonts w:ascii="Times New Roman" w:hAnsi="Times New Roman" w:cs="Times New Roman"/>
        </w:rPr>
      </w:pPr>
    </w:p>
    <w:p w:rsidR="009B187C" w:rsidRPr="0062573B" w:rsidRDefault="009B187C" w:rsidP="009B187C">
      <w:pPr>
        <w:spacing w:after="240" w:line="480" w:lineRule="auto"/>
        <w:rPr>
          <w:rFonts w:ascii="Times New Roman" w:hAnsi="Times New Roman" w:cs="Times New Roman"/>
          <w:lang w:bidi="x-none"/>
        </w:rPr>
      </w:pPr>
      <w:r w:rsidRPr="0062573B">
        <w:rPr>
          <w:rFonts w:ascii="Times New Roman" w:hAnsi="Times New Roman" w:cs="Times New Roman"/>
        </w:rPr>
        <w:t xml:space="preserve">Relazione fra </w:t>
      </w:r>
      <w:r w:rsidRPr="0062573B">
        <w:rPr>
          <w:rFonts w:ascii="Times New Roman" w:hAnsi="Times New Roman" w:cs="Times New Roman"/>
          <w:lang w:bidi="x-none"/>
        </w:rPr>
        <w:t>numero vertici, numero spigoli e numero facce:</w:t>
      </w:r>
    </w:p>
    <w:p w:rsidR="009B187C" w:rsidRPr="009B187C" w:rsidRDefault="009B187C" w:rsidP="009B187C">
      <w:pPr>
        <w:spacing w:after="240" w:line="480" w:lineRule="auto"/>
        <w:rPr>
          <w:rFonts w:ascii="Times New Roman" w:hAnsi="Times New Roman" w:cs="Times New Roman"/>
        </w:rPr>
      </w:pPr>
      <w:r w:rsidRPr="0062573B">
        <w:rPr>
          <w:rFonts w:ascii="Times New Roman" w:hAnsi="Times New Roman" w:cs="Times New Roman"/>
          <w:lang w:bidi="x-none"/>
        </w:rPr>
        <w:t>VERTICI + FACCE = SPIGOLI + 2</w:t>
      </w:r>
    </w:p>
    <w:sectPr w:rsidR="009B187C" w:rsidRPr="009B187C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7C"/>
    <w:rsid w:val="00495A9E"/>
    <w:rsid w:val="009B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1ED761"/>
  <w15:chartTrackingRefBased/>
  <w15:docId w15:val="{1D0C8AD0-2D53-4A82-A29F-9688798B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187C"/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Anonimo</dc:creator>
  <cp:keywords/>
  <dc:description/>
  <cp:lastModifiedBy>Panero Monica</cp:lastModifiedBy>
  <cp:revision>2</cp:revision>
  <dcterms:created xsi:type="dcterms:W3CDTF">2019-03-20T17:15:00Z</dcterms:created>
  <dcterms:modified xsi:type="dcterms:W3CDTF">2019-03-20T17:15:00Z</dcterms:modified>
</cp:coreProperties>
</file>